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CE9" w:rsidRPr="00AE48E5" w:rsidRDefault="003D5CE9" w:rsidP="00AE48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48E5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75640" cy="894080"/>
            <wp:effectExtent l="19050" t="0" r="0" b="0"/>
            <wp:docPr id="2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9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48E5">
        <w:rPr>
          <w:rFonts w:ascii="Times New Roman" w:hAnsi="Times New Roman"/>
          <w:b/>
          <w:sz w:val="24"/>
          <w:szCs w:val="24"/>
        </w:rPr>
        <w:br w:type="textWrapping" w:clear="all"/>
        <w:t>Администрация поселка Учами</w:t>
      </w:r>
    </w:p>
    <w:p w:rsidR="003D5CE9" w:rsidRPr="00AE48E5" w:rsidRDefault="003D5CE9" w:rsidP="00AE48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48E5">
        <w:rPr>
          <w:rFonts w:ascii="Times New Roman" w:hAnsi="Times New Roman"/>
          <w:b/>
          <w:sz w:val="24"/>
          <w:szCs w:val="24"/>
        </w:rPr>
        <w:t>Эвенкийский муниципальный район</w:t>
      </w:r>
    </w:p>
    <w:p w:rsidR="003D5CE9" w:rsidRPr="00AE48E5" w:rsidRDefault="003D5CE9" w:rsidP="00AE48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48E5">
        <w:rPr>
          <w:rFonts w:ascii="Times New Roman" w:hAnsi="Times New Roman"/>
          <w:b/>
          <w:sz w:val="24"/>
          <w:szCs w:val="24"/>
        </w:rPr>
        <w:t>Красноярский край</w:t>
      </w:r>
    </w:p>
    <w:p w:rsidR="003D5CE9" w:rsidRPr="00AE48E5" w:rsidRDefault="008B1BB7" w:rsidP="00AE48E5">
      <w:pPr>
        <w:spacing w:after="0" w:line="240" w:lineRule="auto"/>
        <w:jc w:val="center"/>
        <w:rPr>
          <w:rFonts w:ascii="Times New Roman" w:hAnsi="Times New Roman"/>
          <w:b/>
          <w:w w:val="80"/>
          <w:position w:val="4"/>
          <w:sz w:val="24"/>
          <w:szCs w:val="24"/>
        </w:rPr>
      </w:pPr>
      <w:r w:rsidRPr="008B1BB7">
        <w:rPr>
          <w:rFonts w:ascii="Times New Roman" w:hAnsi="Times New Roman"/>
          <w:sz w:val="24"/>
          <w:szCs w:val="24"/>
        </w:rPr>
        <w:pict>
          <v:line id="_x0000_s1026" style="position:absolute;left:0;text-align:left;z-index:251658240" from="-9pt,12.2pt" to="423pt,12.2pt" strokeweight="3pt">
            <v:stroke linestyle="thinThin"/>
            <w10:wrap type="topAndBottom"/>
          </v:line>
        </w:pict>
      </w:r>
      <w:r w:rsidR="003D5CE9" w:rsidRPr="00AE48E5">
        <w:rPr>
          <w:rFonts w:ascii="Times New Roman" w:hAnsi="Times New Roman"/>
          <w:b/>
          <w:w w:val="80"/>
          <w:position w:val="4"/>
          <w:sz w:val="24"/>
          <w:szCs w:val="24"/>
        </w:rPr>
        <w:t>ПОСТАНОВЛЕНИЕ</w:t>
      </w:r>
    </w:p>
    <w:p w:rsidR="003D5CE9" w:rsidRPr="00AE48E5" w:rsidRDefault="003D5CE9" w:rsidP="00AE48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5CE9" w:rsidRPr="00AE48E5" w:rsidRDefault="003D5CE9" w:rsidP="00AE48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8E5">
        <w:rPr>
          <w:rFonts w:ascii="Times New Roman" w:hAnsi="Times New Roman"/>
          <w:sz w:val="24"/>
          <w:szCs w:val="24"/>
        </w:rPr>
        <w:t>«</w:t>
      </w:r>
      <w:r w:rsidR="00B13F7D">
        <w:rPr>
          <w:rFonts w:ascii="Times New Roman" w:hAnsi="Times New Roman"/>
          <w:sz w:val="24"/>
          <w:szCs w:val="24"/>
        </w:rPr>
        <w:t>06</w:t>
      </w:r>
      <w:r w:rsidRPr="00AE48E5">
        <w:rPr>
          <w:rFonts w:ascii="Times New Roman" w:hAnsi="Times New Roman"/>
          <w:sz w:val="24"/>
          <w:szCs w:val="24"/>
        </w:rPr>
        <w:t>»</w:t>
      </w:r>
      <w:r w:rsidR="00B02EC5" w:rsidRPr="00AE48E5">
        <w:rPr>
          <w:rFonts w:ascii="Times New Roman" w:hAnsi="Times New Roman"/>
          <w:sz w:val="24"/>
          <w:szCs w:val="24"/>
        </w:rPr>
        <w:t xml:space="preserve">  </w:t>
      </w:r>
      <w:r w:rsidR="005A5406">
        <w:rPr>
          <w:rFonts w:ascii="Times New Roman" w:hAnsi="Times New Roman"/>
          <w:sz w:val="24"/>
          <w:szCs w:val="24"/>
        </w:rPr>
        <w:t xml:space="preserve">ноября </w:t>
      </w:r>
      <w:r w:rsidR="003D7AE6" w:rsidRPr="00AE48E5">
        <w:rPr>
          <w:rFonts w:ascii="Times New Roman" w:hAnsi="Times New Roman"/>
          <w:sz w:val="24"/>
          <w:szCs w:val="24"/>
        </w:rPr>
        <w:t xml:space="preserve"> </w:t>
      </w:r>
      <w:r w:rsidR="001B59A4" w:rsidRPr="00AE48E5">
        <w:rPr>
          <w:rFonts w:ascii="Times New Roman" w:hAnsi="Times New Roman"/>
          <w:sz w:val="24"/>
          <w:szCs w:val="24"/>
        </w:rPr>
        <w:t xml:space="preserve"> </w:t>
      </w:r>
      <w:r w:rsidR="00B02EC5" w:rsidRPr="00AE48E5">
        <w:rPr>
          <w:rFonts w:ascii="Times New Roman" w:hAnsi="Times New Roman"/>
          <w:sz w:val="24"/>
          <w:szCs w:val="24"/>
        </w:rPr>
        <w:t xml:space="preserve"> </w:t>
      </w:r>
      <w:r w:rsidRPr="00AE48E5">
        <w:rPr>
          <w:rFonts w:ascii="Times New Roman" w:hAnsi="Times New Roman"/>
          <w:sz w:val="24"/>
          <w:szCs w:val="24"/>
        </w:rPr>
        <w:t>20</w:t>
      </w:r>
      <w:r w:rsidR="003F0D95" w:rsidRPr="00AE48E5">
        <w:rPr>
          <w:rFonts w:ascii="Times New Roman" w:hAnsi="Times New Roman"/>
          <w:sz w:val="24"/>
          <w:szCs w:val="24"/>
        </w:rPr>
        <w:t>2</w:t>
      </w:r>
      <w:r w:rsidR="003D7AE6" w:rsidRPr="00AE48E5">
        <w:rPr>
          <w:rFonts w:ascii="Times New Roman" w:hAnsi="Times New Roman"/>
          <w:sz w:val="24"/>
          <w:szCs w:val="24"/>
        </w:rPr>
        <w:t>4</w:t>
      </w:r>
      <w:r w:rsidRPr="00AE48E5">
        <w:rPr>
          <w:rFonts w:ascii="Times New Roman" w:hAnsi="Times New Roman"/>
          <w:sz w:val="24"/>
          <w:szCs w:val="24"/>
        </w:rPr>
        <w:t xml:space="preserve"> г.                                               </w:t>
      </w:r>
      <w:r w:rsidR="005F1AE8" w:rsidRPr="00AE48E5">
        <w:rPr>
          <w:rFonts w:ascii="Times New Roman" w:hAnsi="Times New Roman"/>
          <w:sz w:val="24"/>
          <w:szCs w:val="24"/>
        </w:rPr>
        <w:t xml:space="preserve">                 </w:t>
      </w:r>
      <w:r w:rsidR="007E383C" w:rsidRPr="00AE48E5">
        <w:rPr>
          <w:rFonts w:ascii="Times New Roman" w:hAnsi="Times New Roman"/>
          <w:sz w:val="24"/>
          <w:szCs w:val="24"/>
        </w:rPr>
        <w:t xml:space="preserve">            </w:t>
      </w:r>
      <w:r w:rsidR="004C1A71" w:rsidRPr="00AE48E5">
        <w:rPr>
          <w:rFonts w:ascii="Times New Roman" w:hAnsi="Times New Roman"/>
          <w:sz w:val="24"/>
          <w:szCs w:val="24"/>
        </w:rPr>
        <w:t xml:space="preserve">           </w:t>
      </w:r>
      <w:r w:rsidR="007E383C" w:rsidRPr="00AE48E5">
        <w:rPr>
          <w:rFonts w:ascii="Times New Roman" w:hAnsi="Times New Roman"/>
          <w:sz w:val="24"/>
          <w:szCs w:val="24"/>
        </w:rPr>
        <w:t xml:space="preserve"> </w:t>
      </w:r>
      <w:r w:rsidR="00B13F7D">
        <w:rPr>
          <w:rFonts w:ascii="Times New Roman" w:hAnsi="Times New Roman"/>
          <w:sz w:val="24"/>
          <w:szCs w:val="24"/>
        </w:rPr>
        <w:t xml:space="preserve">  </w:t>
      </w:r>
      <w:r w:rsidR="007E383C" w:rsidRPr="00AE48E5">
        <w:rPr>
          <w:rFonts w:ascii="Times New Roman" w:hAnsi="Times New Roman"/>
          <w:sz w:val="24"/>
          <w:szCs w:val="24"/>
        </w:rPr>
        <w:t xml:space="preserve"> </w:t>
      </w:r>
      <w:r w:rsidRPr="00AE48E5">
        <w:rPr>
          <w:rFonts w:ascii="Times New Roman" w:hAnsi="Times New Roman"/>
          <w:sz w:val="24"/>
          <w:szCs w:val="24"/>
        </w:rPr>
        <w:t>№</w:t>
      </w:r>
      <w:r w:rsidR="003D7AE6" w:rsidRPr="00AE48E5">
        <w:rPr>
          <w:rFonts w:ascii="Times New Roman" w:hAnsi="Times New Roman"/>
          <w:sz w:val="24"/>
          <w:szCs w:val="24"/>
        </w:rPr>
        <w:t xml:space="preserve"> </w:t>
      </w:r>
      <w:r w:rsidR="00B13F7D">
        <w:rPr>
          <w:rFonts w:ascii="Times New Roman" w:hAnsi="Times New Roman"/>
          <w:sz w:val="24"/>
          <w:szCs w:val="24"/>
        </w:rPr>
        <w:t>43-п</w:t>
      </w:r>
    </w:p>
    <w:p w:rsidR="003D5CE9" w:rsidRPr="00AE48E5" w:rsidRDefault="003D5CE9" w:rsidP="00AE48E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BD7FF4" w:rsidRPr="00AE48E5" w:rsidRDefault="00BD7FF4" w:rsidP="00AE48E5">
      <w:pPr>
        <w:tabs>
          <w:tab w:val="left" w:pos="645"/>
          <w:tab w:val="center" w:pos="467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E48E5">
        <w:rPr>
          <w:rFonts w:ascii="Times New Roman" w:hAnsi="Times New Roman"/>
          <w:b/>
          <w:sz w:val="24"/>
          <w:szCs w:val="24"/>
        </w:rPr>
        <w:tab/>
        <w:t xml:space="preserve">О внесении изменений в постановление администрации поселка Учами </w:t>
      </w:r>
    </w:p>
    <w:p w:rsidR="00BD7FF4" w:rsidRPr="00AE48E5" w:rsidRDefault="00BD7FF4" w:rsidP="00AE48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E48E5">
        <w:rPr>
          <w:rFonts w:ascii="Times New Roman" w:hAnsi="Times New Roman"/>
          <w:b/>
          <w:bCs/>
          <w:sz w:val="24"/>
          <w:szCs w:val="24"/>
        </w:rPr>
        <w:t xml:space="preserve">от 11 ноября 2022 года № 34-п </w:t>
      </w:r>
      <w:r w:rsidRPr="00AE48E5">
        <w:rPr>
          <w:rFonts w:ascii="Times New Roman" w:hAnsi="Times New Roman"/>
          <w:b/>
          <w:sz w:val="24"/>
          <w:szCs w:val="24"/>
        </w:rPr>
        <w:t>«Об утверждении м</w:t>
      </w:r>
      <w:r w:rsidRPr="00AE48E5">
        <w:rPr>
          <w:rFonts w:ascii="Times New Roman" w:hAnsi="Times New Roman"/>
          <w:b/>
          <w:bCs/>
          <w:sz w:val="24"/>
          <w:szCs w:val="24"/>
        </w:rPr>
        <w:t xml:space="preserve">униципальной программы </w:t>
      </w:r>
    </w:p>
    <w:p w:rsidR="00BD7FF4" w:rsidRPr="00AE48E5" w:rsidRDefault="00BD7FF4" w:rsidP="00AE48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E48E5">
        <w:rPr>
          <w:rFonts w:ascii="Times New Roman" w:hAnsi="Times New Roman"/>
          <w:b/>
          <w:bCs/>
          <w:sz w:val="24"/>
          <w:szCs w:val="24"/>
        </w:rPr>
        <w:t xml:space="preserve">«Устойчивое развитие муниципального образования поселка Учами» </w:t>
      </w:r>
    </w:p>
    <w:p w:rsidR="00BD7FF4" w:rsidRPr="005A5406" w:rsidRDefault="00BD7FF4" w:rsidP="00AE48E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D7FF4" w:rsidRPr="005A5406" w:rsidRDefault="00BD7FF4" w:rsidP="00AE48E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5406">
        <w:rPr>
          <w:rFonts w:ascii="Times New Roman" w:hAnsi="Times New Roman"/>
          <w:sz w:val="24"/>
          <w:szCs w:val="24"/>
        </w:rPr>
        <w:t>В соответствие со статьей 179 Бюджетного кодекса Российской Федерации, Устава п. Учами Эвенкийского муниципального района Красноярского края, Постановления № 32/1-п от 11.10.2021 г «Об утверждении Порядка принятия решений о разработке муниципальных программ поселка Учами Эвенкийского муниципального района, их формировании и реализации».</w:t>
      </w:r>
    </w:p>
    <w:p w:rsidR="00BD7FF4" w:rsidRPr="005A5406" w:rsidRDefault="00BD7FF4" w:rsidP="00AE48E5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5406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5A5406">
        <w:rPr>
          <w:rFonts w:ascii="Times New Roman" w:hAnsi="Times New Roman" w:cs="Times New Roman"/>
          <w:b/>
          <w:sz w:val="24"/>
          <w:szCs w:val="24"/>
        </w:rPr>
        <w:t xml:space="preserve"> О С Т А Н О В Л Я Ю</w:t>
      </w:r>
      <w:r w:rsidRPr="005A5406">
        <w:rPr>
          <w:rFonts w:ascii="Times New Roman" w:hAnsi="Times New Roman" w:cs="Times New Roman"/>
          <w:sz w:val="24"/>
          <w:szCs w:val="24"/>
        </w:rPr>
        <w:t>:</w:t>
      </w:r>
    </w:p>
    <w:p w:rsidR="00BD7FF4" w:rsidRPr="005A5406" w:rsidRDefault="00BD7FF4" w:rsidP="005A5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5406">
        <w:rPr>
          <w:rFonts w:ascii="Times New Roman" w:hAnsi="Times New Roman"/>
          <w:sz w:val="24"/>
          <w:szCs w:val="24"/>
        </w:rPr>
        <w:t xml:space="preserve">1.Внесении изменений в постановление администрации поселка Учами </w:t>
      </w:r>
      <w:r w:rsidRPr="005A5406">
        <w:rPr>
          <w:rFonts w:ascii="Times New Roman" w:hAnsi="Times New Roman"/>
          <w:bCs/>
          <w:sz w:val="24"/>
          <w:szCs w:val="24"/>
        </w:rPr>
        <w:t xml:space="preserve">от 11 ноября 2022 года № 34-п </w:t>
      </w:r>
      <w:r w:rsidRPr="005A5406">
        <w:rPr>
          <w:rFonts w:ascii="Times New Roman" w:hAnsi="Times New Roman"/>
          <w:sz w:val="24"/>
          <w:szCs w:val="24"/>
        </w:rPr>
        <w:t>«Об утверждении м</w:t>
      </w:r>
      <w:r w:rsidRPr="005A5406">
        <w:rPr>
          <w:rFonts w:ascii="Times New Roman" w:hAnsi="Times New Roman"/>
          <w:bCs/>
          <w:sz w:val="24"/>
          <w:szCs w:val="24"/>
        </w:rPr>
        <w:t xml:space="preserve">униципальной программы «Устойчивое развитие муниципального образования поселка Учами» </w:t>
      </w:r>
      <w:r w:rsidR="003D7AE6" w:rsidRPr="005A5406">
        <w:rPr>
          <w:rFonts w:ascii="Times New Roman" w:hAnsi="Times New Roman"/>
          <w:bCs/>
          <w:sz w:val="24"/>
          <w:szCs w:val="24"/>
        </w:rPr>
        <w:t>(с изменениями от 21.03.2023г. № 15-п, от 14.04.2023 г. № 18-п, 28.06.2023 г. № 32, от 14 ноября 2023 г. № 44-п</w:t>
      </w:r>
      <w:r w:rsidR="005A5406" w:rsidRPr="005A5406">
        <w:rPr>
          <w:rFonts w:ascii="Times New Roman" w:hAnsi="Times New Roman"/>
          <w:bCs/>
          <w:sz w:val="24"/>
          <w:szCs w:val="24"/>
        </w:rPr>
        <w:t>, № 19 от 10 июня 2024 г.</w:t>
      </w:r>
      <w:r w:rsidR="003D7AE6" w:rsidRPr="005A5406">
        <w:rPr>
          <w:rFonts w:ascii="Times New Roman" w:hAnsi="Times New Roman"/>
          <w:bCs/>
          <w:sz w:val="24"/>
          <w:szCs w:val="24"/>
        </w:rPr>
        <w:t>)</w:t>
      </w:r>
      <w:r w:rsidRPr="005A5406">
        <w:rPr>
          <w:rFonts w:ascii="Times New Roman" w:hAnsi="Times New Roman"/>
          <w:bCs/>
          <w:sz w:val="24"/>
          <w:szCs w:val="24"/>
        </w:rPr>
        <w:t xml:space="preserve"> </w:t>
      </w:r>
      <w:r w:rsidR="005A5406" w:rsidRPr="005A5406">
        <w:rPr>
          <w:rFonts w:ascii="Times New Roman" w:hAnsi="Times New Roman"/>
          <w:sz w:val="24"/>
          <w:szCs w:val="24"/>
        </w:rPr>
        <w:t xml:space="preserve"> следующие изменения: </w:t>
      </w:r>
      <w:proofErr w:type="gramEnd"/>
    </w:p>
    <w:p w:rsidR="005A5406" w:rsidRPr="005A5406" w:rsidRDefault="005A5406" w:rsidP="005A54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A5406">
        <w:rPr>
          <w:rFonts w:ascii="Times New Roman" w:hAnsi="Times New Roman"/>
          <w:sz w:val="24"/>
          <w:szCs w:val="24"/>
        </w:rPr>
        <w:t xml:space="preserve">1.1 </w:t>
      </w:r>
      <w:r w:rsidRPr="005A540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паспорт муниципальной программы поселка Учами Эвенкийского муниципального района «Устойчивое развитие муниципального образования поселок Учами» изложить в новой редакции, согласно приложению 1 к настоящему постановлению; </w:t>
      </w:r>
    </w:p>
    <w:p w:rsidR="005A5406" w:rsidRPr="005A5406" w:rsidRDefault="005A5406" w:rsidP="005A5406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A540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1.2. приложение №1 к паспорту муниципальной программы «Устойчивое развитие муниципального образования поселок Учами» изложить в новой редакции, согласно приложению №2 к настоящему постановлению. </w:t>
      </w:r>
    </w:p>
    <w:p w:rsidR="00BD7FF4" w:rsidRPr="005A5406" w:rsidRDefault="00BD7FF4" w:rsidP="005A54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A5406">
        <w:rPr>
          <w:rFonts w:ascii="Times New Roman" w:hAnsi="Times New Roman"/>
          <w:bCs/>
          <w:sz w:val="24"/>
          <w:szCs w:val="24"/>
        </w:rPr>
        <w:t>2. Контроль исполнения настоящего постановления оставляю за собой.</w:t>
      </w:r>
    </w:p>
    <w:p w:rsidR="00BD7FF4" w:rsidRPr="005A5406" w:rsidRDefault="00BD7FF4" w:rsidP="005A54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5A5406">
        <w:rPr>
          <w:rFonts w:ascii="Times New Roman" w:hAnsi="Times New Roman"/>
          <w:bCs/>
          <w:sz w:val="24"/>
          <w:szCs w:val="24"/>
        </w:rPr>
        <w:t xml:space="preserve">3. </w:t>
      </w:r>
      <w:r w:rsidR="003D7AE6" w:rsidRPr="005A540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Постановление вступает в силу не ранее дня следующего за днем его официального обнародования и размещению на официальном сайте Администрации поселка </w:t>
      </w:r>
      <w:r w:rsidR="00AE48E5" w:rsidRPr="005A5406">
        <w:rPr>
          <w:rFonts w:ascii="Times New Roman" w:hAnsi="Times New Roman"/>
          <w:color w:val="000000"/>
          <w:sz w:val="24"/>
          <w:szCs w:val="24"/>
          <w:lang w:eastAsia="ru-RU"/>
        </w:rPr>
        <w:t>Учами</w:t>
      </w:r>
      <w:r w:rsidR="003D7AE6" w:rsidRPr="005A540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сети интернет </w:t>
      </w:r>
      <w:r w:rsidRPr="005A5406">
        <w:rPr>
          <w:rFonts w:ascii="Times New Roman" w:hAnsi="Times New Roman"/>
          <w:color w:val="0000FF"/>
          <w:sz w:val="24"/>
          <w:szCs w:val="24"/>
        </w:rPr>
        <w:t>(https://uchami-r04.gosweb.gosuslugi.ru).</w:t>
      </w:r>
      <w:r w:rsidRPr="005A5406">
        <w:rPr>
          <w:rFonts w:ascii="Times New Roman" w:hAnsi="Times New Roman"/>
          <w:sz w:val="24"/>
          <w:szCs w:val="24"/>
        </w:rPr>
        <w:tab/>
      </w:r>
    </w:p>
    <w:p w:rsidR="00BD7FF4" w:rsidRPr="00AE48E5" w:rsidRDefault="00BD7FF4" w:rsidP="005A54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BD7FF4" w:rsidRPr="00AE48E5" w:rsidRDefault="00BD7FF4" w:rsidP="00AE48E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D7FF4" w:rsidRPr="00AE48E5" w:rsidRDefault="00BD7FF4" w:rsidP="00AE48E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D7FF4" w:rsidRPr="00AE48E5" w:rsidRDefault="00BD7FF4" w:rsidP="00AE48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8E5">
        <w:rPr>
          <w:rFonts w:ascii="Times New Roman" w:hAnsi="Times New Roman"/>
          <w:sz w:val="24"/>
          <w:szCs w:val="24"/>
        </w:rPr>
        <w:t>Глава поселка Учами                                                                                          Н.Г. Москвитина</w:t>
      </w: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34E87" w:rsidRPr="00AE48E5" w:rsidRDefault="00734E87" w:rsidP="00AE48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34E87" w:rsidRDefault="00AE48E5" w:rsidP="00AE48E5">
      <w:pPr>
        <w:tabs>
          <w:tab w:val="left" w:pos="83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AE48E5" w:rsidRDefault="00AE48E5" w:rsidP="00AE48E5">
      <w:pPr>
        <w:tabs>
          <w:tab w:val="left" w:pos="83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D7FF4" w:rsidRPr="00AE48E5" w:rsidRDefault="00BD7FF4" w:rsidP="005A54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E48E5">
        <w:rPr>
          <w:rFonts w:ascii="Times New Roman" w:hAnsi="Times New Roman"/>
          <w:sz w:val="24"/>
          <w:szCs w:val="24"/>
          <w:lang w:eastAsia="ru-RU"/>
        </w:rPr>
        <w:t xml:space="preserve">Приложение   </w:t>
      </w: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E48E5">
        <w:rPr>
          <w:rFonts w:ascii="Times New Roman" w:hAnsi="Times New Roman"/>
          <w:sz w:val="24"/>
          <w:szCs w:val="24"/>
          <w:lang w:eastAsia="ru-RU"/>
        </w:rPr>
        <w:t xml:space="preserve"> к постановлению</w:t>
      </w: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E48E5">
        <w:rPr>
          <w:rFonts w:ascii="Times New Roman" w:hAnsi="Times New Roman"/>
          <w:sz w:val="24"/>
          <w:szCs w:val="24"/>
          <w:lang w:eastAsia="ru-RU"/>
        </w:rPr>
        <w:t xml:space="preserve">администрации п. </w:t>
      </w:r>
      <w:r w:rsidRPr="00AE48E5">
        <w:rPr>
          <w:rFonts w:ascii="Times New Roman" w:hAnsi="Times New Roman"/>
          <w:sz w:val="24"/>
          <w:szCs w:val="24"/>
        </w:rPr>
        <w:t>Учами</w:t>
      </w:r>
    </w:p>
    <w:p w:rsidR="00BD7FF4" w:rsidRPr="00AE48E5" w:rsidRDefault="00B13F7D" w:rsidP="00AE48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№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43-п</w:t>
      </w:r>
      <w:r w:rsidR="003D7AE6" w:rsidRPr="00AE48E5">
        <w:rPr>
          <w:rFonts w:ascii="Times New Roman" w:hAnsi="Times New Roman"/>
          <w:bCs/>
          <w:sz w:val="24"/>
          <w:szCs w:val="24"/>
        </w:rPr>
        <w:t xml:space="preserve">  </w:t>
      </w:r>
      <w:r w:rsidR="00BD7FF4" w:rsidRPr="00AE48E5">
        <w:rPr>
          <w:rFonts w:ascii="Times New Roman" w:hAnsi="Times New Roman"/>
          <w:bCs/>
          <w:sz w:val="24"/>
          <w:szCs w:val="24"/>
        </w:rPr>
        <w:t xml:space="preserve">от  </w:t>
      </w:r>
      <w:r>
        <w:rPr>
          <w:rFonts w:ascii="Times New Roman" w:hAnsi="Times New Roman"/>
          <w:bCs/>
          <w:sz w:val="24"/>
          <w:szCs w:val="24"/>
        </w:rPr>
        <w:t>06.11.2024</w:t>
      </w:r>
      <w:r w:rsidR="00BD7FF4" w:rsidRPr="00AE48E5">
        <w:rPr>
          <w:rFonts w:ascii="Times New Roman" w:hAnsi="Times New Roman"/>
          <w:bCs/>
          <w:sz w:val="24"/>
          <w:szCs w:val="24"/>
        </w:rPr>
        <w:t xml:space="preserve"> года </w:t>
      </w: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ind w:left="552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E48E5">
        <w:rPr>
          <w:rFonts w:ascii="Times New Roman" w:hAnsi="Times New Roman"/>
          <w:b/>
          <w:sz w:val="24"/>
          <w:szCs w:val="24"/>
          <w:lang w:eastAsia="ru-RU"/>
        </w:rPr>
        <w:t>ПАСПОРТ</w:t>
      </w: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E48E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муниципальной программы </w:t>
      </w: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E48E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«Устойчивое развитие муниципального образования поселка Учами» </w:t>
      </w:r>
    </w:p>
    <w:p w:rsidR="00BD7FF4" w:rsidRPr="00AE48E5" w:rsidRDefault="00BD7FF4" w:rsidP="00AE48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97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5"/>
        <w:gridCol w:w="11"/>
        <w:gridCol w:w="6911"/>
      </w:tblGrid>
      <w:tr w:rsidR="003D7AE6" w:rsidRPr="00AE48E5" w:rsidTr="00087A52">
        <w:trPr>
          <w:trHeight w:val="608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E6" w:rsidRPr="00AE48E5" w:rsidRDefault="003D7AE6" w:rsidP="00AE48E5">
            <w:pPr>
              <w:spacing w:after="0"/>
              <w:outlineLvl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Устойчивое развитие муниципального образования поселок </w:t>
            </w:r>
            <w:r w:rsidR="00AE48E5"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Учами</w:t>
            </w:r>
            <w:r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3D7AE6" w:rsidRPr="00AE48E5" w:rsidTr="00087A52">
        <w:trPr>
          <w:trHeight w:val="1097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E6" w:rsidRPr="00AE48E5" w:rsidRDefault="003D7AE6" w:rsidP="00AE48E5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Статья 179 Бюджетного кодекса Российской Федерации; постановление Администрации поселка </w:t>
            </w:r>
            <w:r w:rsid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Учами</w:t>
            </w:r>
            <w:r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0.2021 № </w:t>
            </w:r>
            <w:r w:rsid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32/1</w:t>
            </w:r>
            <w:r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-п «Об утверждении Порядка принятия решений о разработке муниципальных программ поселка </w:t>
            </w:r>
            <w:r w:rsidR="00AE48E5"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Учами</w:t>
            </w:r>
            <w:r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Эвенкийского муниципального района, их формировании и реализации»</w:t>
            </w:r>
          </w:p>
        </w:tc>
      </w:tr>
      <w:tr w:rsidR="003D7AE6" w:rsidRPr="00AE48E5" w:rsidTr="00087A52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поселка </w:t>
            </w:r>
            <w:r w:rsidR="00AE48E5"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Учами</w:t>
            </w:r>
            <w:r w:rsidRPr="00AE48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Эвенкийского муниципального района Красноярского края</w:t>
            </w:r>
          </w:p>
        </w:tc>
      </w:tr>
      <w:tr w:rsidR="003D7AE6" w:rsidRPr="00AE48E5" w:rsidTr="00087A52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1. «Владение, пользование и распоряжение имуществом, находящимся в муниципальной собственности поселка </w:t>
            </w:r>
            <w:r w:rsidR="00AE48E5" w:rsidRPr="00AE48E5">
              <w:rPr>
                <w:rFonts w:ascii="Times New Roman" w:hAnsi="Times New Roman"/>
                <w:bCs/>
                <w:sz w:val="24"/>
                <w:szCs w:val="24"/>
              </w:rPr>
              <w:t>Учами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»; 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2. «Обеспечение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</w:t>
            </w:r>
            <w:r w:rsidR="00AE48E5" w:rsidRPr="00AE48E5">
              <w:rPr>
                <w:rFonts w:ascii="Times New Roman" w:hAnsi="Times New Roman"/>
                <w:bCs/>
                <w:sz w:val="24"/>
                <w:szCs w:val="24"/>
              </w:rPr>
              <w:t>Учами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»; 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3. «Дорожная деятельность в отношении дорог местного значения поселка </w:t>
            </w:r>
            <w:r w:rsidR="00AE48E5" w:rsidRPr="00AE48E5">
              <w:rPr>
                <w:rFonts w:ascii="Times New Roman" w:hAnsi="Times New Roman"/>
                <w:bCs/>
                <w:sz w:val="24"/>
                <w:szCs w:val="24"/>
              </w:rPr>
              <w:t>Учами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 и обеспечение безопасности дорожного движения»;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4. «Организация благоустройства территории, создание среды комфортной для проживания жителей поселка </w:t>
            </w:r>
            <w:r w:rsidR="00AE48E5" w:rsidRPr="00AE48E5">
              <w:rPr>
                <w:rFonts w:ascii="Times New Roman" w:hAnsi="Times New Roman"/>
                <w:bCs/>
                <w:sz w:val="24"/>
                <w:szCs w:val="24"/>
              </w:rPr>
              <w:t>Учами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»;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5. «Предупреждение, ликвидация последствий ЧС и обеспечение мер пожарной безопасности на территории поселка </w:t>
            </w:r>
            <w:r w:rsidR="00AE48E5" w:rsidRPr="00AE48E5">
              <w:rPr>
                <w:rFonts w:ascii="Times New Roman" w:hAnsi="Times New Roman"/>
                <w:bCs/>
                <w:sz w:val="24"/>
                <w:szCs w:val="24"/>
              </w:rPr>
              <w:t>Учами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»;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6. «Противодействие экстремизму и профилактика терроризма на территории поселка </w:t>
            </w:r>
            <w:r w:rsidR="00AE48E5" w:rsidRPr="00AE48E5">
              <w:rPr>
                <w:rFonts w:ascii="Times New Roman" w:hAnsi="Times New Roman"/>
                <w:bCs/>
                <w:sz w:val="24"/>
                <w:szCs w:val="24"/>
              </w:rPr>
              <w:t>Учами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»;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7. «Профилактика правонарушений на территории поселка </w:t>
            </w:r>
            <w:r w:rsidR="00AE48E5" w:rsidRPr="00AE48E5">
              <w:rPr>
                <w:rFonts w:ascii="Times New Roman" w:hAnsi="Times New Roman"/>
                <w:bCs/>
                <w:sz w:val="24"/>
                <w:szCs w:val="24"/>
              </w:rPr>
              <w:t>Учами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</w:tr>
      <w:tr w:rsidR="003D7AE6" w:rsidRPr="00AE48E5" w:rsidTr="00087A52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Устойчивое развитие поселка </w:t>
            </w:r>
            <w:r w:rsidR="00AE48E5" w:rsidRPr="00AE48E5">
              <w:rPr>
                <w:rFonts w:ascii="Times New Roman" w:hAnsi="Times New Roman"/>
                <w:bCs/>
                <w:sz w:val="24"/>
                <w:szCs w:val="24"/>
              </w:rPr>
              <w:t>Учами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, эффективная реализация органами местного самоуправления вопросов местного значения </w:t>
            </w:r>
          </w:p>
        </w:tc>
      </w:tr>
      <w:tr w:rsidR="003D7AE6" w:rsidRPr="00AE48E5" w:rsidTr="00087A52"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1. Эффективное формирование и управление муниципальной собственностью: проведение мероприятий по содержанию и обслуживанию авиационной площадки; проведение работ по 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землеустройству и землепользованию; привлечение инвестиций в целях наращивания в муниципальной собственности движимого и недвижимого имущества;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2. Предоставление малоимущим гражданам, нуждающимся в улучшении жилищных условий, жилых помещений; организация строительства и ремонт муниципального жилищного фонда;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3. Повышение качества транспортно-эксплуатационного состояния автомобильных дорог поселка </w:t>
            </w:r>
            <w:r w:rsidR="00AE48E5" w:rsidRPr="00AE48E5">
              <w:rPr>
                <w:rFonts w:ascii="Times New Roman" w:hAnsi="Times New Roman"/>
                <w:bCs/>
                <w:sz w:val="24"/>
                <w:szCs w:val="24"/>
              </w:rPr>
              <w:t>Учами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4. Создание безопасных и комфортных условий функционирования объектов внешнего благоустройства муниципальной собственности;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5. Обеспечение первичных мер пожарной безопасности в границах поселения;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6. Разработка и реализация системы мер раннего учета, предупреждения межнациональных конфликтов, противодействия экстремизму и терроризму;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7. Координация деятельности органов и учреждений системы профилактики правонарушений; обеспечение безопасности жителей поселка</w:t>
            </w:r>
          </w:p>
        </w:tc>
      </w:tr>
      <w:tr w:rsidR="003D7AE6" w:rsidRPr="00AE48E5" w:rsidTr="003D7AE6">
        <w:trPr>
          <w:trHeight w:val="531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 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E6" w:rsidRPr="00AE48E5" w:rsidRDefault="003D7AE6" w:rsidP="005A5406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 202</w:t>
            </w:r>
            <w:r w:rsidR="001F6CE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5A5406">
              <w:rPr>
                <w:rFonts w:ascii="Times New Roman" w:hAnsi="Times New Roman"/>
                <w:bCs/>
                <w:sz w:val="24"/>
                <w:szCs w:val="24"/>
              </w:rPr>
              <w:t>–2027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3D7AE6" w:rsidRPr="00AE48E5" w:rsidTr="00087A52">
        <w:trPr>
          <w:trHeight w:val="2257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sz w:val="24"/>
                <w:szCs w:val="24"/>
              </w:rPr>
              <w:t>и их финансовое обеспечение</w:t>
            </w:r>
          </w:p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значение целевых показателей на долгосрочный период</w:t>
            </w:r>
          </w:p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sz w:val="24"/>
                <w:szCs w:val="24"/>
              </w:rPr>
              <w:t>Перечень объектов капитальных вложений.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Перечень подпрограмм  их финансовое обеспечение утверждены в Приложении №1 к паспорту муниципальной программы.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Перечень целевых показателей утвержден в Приложении № 2 к паспорту муниципальной программы.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Значения целевых показателей утверждены в Приложении № 3 к паспорту муниципальной программы.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Перечень объектов капитальных вложений   утвержден в Приложении № 4 к паспорту муниципальной программы.</w:t>
            </w:r>
          </w:p>
        </w:tc>
      </w:tr>
      <w:tr w:rsidR="003D7AE6" w:rsidRPr="00AE48E5" w:rsidTr="00087A52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AE6" w:rsidRPr="00AE48E5" w:rsidRDefault="003D7AE6" w:rsidP="00AE4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</w:tc>
        <w:tc>
          <w:tcPr>
            <w:tcW w:w="6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E3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Объем финансирования Программы за счет средств местного бюджета составит </w:t>
            </w:r>
            <w:r w:rsidR="001F6CE3">
              <w:rPr>
                <w:rFonts w:ascii="Times New Roman" w:hAnsi="Times New Roman"/>
                <w:bCs/>
                <w:sz w:val="24"/>
                <w:szCs w:val="24"/>
              </w:rPr>
              <w:t>23 100,7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. рублей, в том числе по годам:</w:t>
            </w:r>
          </w:p>
          <w:p w:rsidR="001F6CE3" w:rsidRDefault="001F6CE3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2023 году- 4366,3 тыс. рублей;</w:t>
            </w:r>
          </w:p>
          <w:p w:rsidR="001F6CE3" w:rsidRDefault="001F6CE3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2024 году -  4496,5 тыс. рублей;  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в 2025 году –  </w:t>
            </w:r>
            <w:r w:rsidR="00C51BDC">
              <w:rPr>
                <w:rFonts w:ascii="Times New Roman" w:hAnsi="Times New Roman"/>
                <w:bCs/>
                <w:sz w:val="24"/>
                <w:szCs w:val="24"/>
              </w:rPr>
              <w:t>6162,3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3D7AE6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в 2026 году –  </w:t>
            </w:r>
            <w:r w:rsidR="00C51BDC">
              <w:rPr>
                <w:rFonts w:ascii="Times New Roman" w:hAnsi="Times New Roman"/>
                <w:bCs/>
                <w:sz w:val="24"/>
                <w:szCs w:val="24"/>
              </w:rPr>
              <w:t>4313,9</w:t>
            </w:r>
            <w:r w:rsidR="0015647C"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рублей.</w:t>
            </w:r>
          </w:p>
          <w:p w:rsidR="005A5406" w:rsidRPr="00AE48E5" w:rsidRDefault="00C51BDC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2027 году – 3761,7</w:t>
            </w:r>
            <w:r w:rsidR="005A5406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рублей</w:t>
            </w:r>
          </w:p>
          <w:p w:rsidR="003D7AE6" w:rsidRPr="00AE48E5" w:rsidRDefault="003D7AE6" w:rsidP="00AE48E5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 xml:space="preserve">Информация по ресурсному обеспечению мероприятий </w:t>
            </w: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муниципальной программы отражена в приложении № 1 к муниципальной программе.</w:t>
            </w:r>
          </w:p>
        </w:tc>
      </w:tr>
    </w:tbl>
    <w:p w:rsidR="00BD7FF4" w:rsidRPr="00AE48E5" w:rsidRDefault="00BD7FF4" w:rsidP="00AE48E5">
      <w:pPr>
        <w:spacing w:after="0"/>
        <w:rPr>
          <w:rFonts w:ascii="Times New Roman" w:hAnsi="Times New Roman"/>
          <w:sz w:val="24"/>
          <w:szCs w:val="24"/>
        </w:rPr>
      </w:pPr>
    </w:p>
    <w:p w:rsidR="00087A52" w:rsidRPr="00AE48E5" w:rsidRDefault="00087A52" w:rsidP="00AE48E5">
      <w:pPr>
        <w:spacing w:after="0"/>
        <w:rPr>
          <w:rFonts w:ascii="Times New Roman" w:hAnsi="Times New Roman"/>
          <w:sz w:val="24"/>
          <w:szCs w:val="24"/>
        </w:rPr>
      </w:pPr>
    </w:p>
    <w:p w:rsidR="00087A52" w:rsidRPr="00AE48E5" w:rsidRDefault="00087A52" w:rsidP="00AE48E5">
      <w:pPr>
        <w:spacing w:after="0"/>
        <w:rPr>
          <w:rFonts w:ascii="Times New Roman" w:hAnsi="Times New Roman"/>
          <w:sz w:val="24"/>
          <w:szCs w:val="24"/>
        </w:rPr>
      </w:pPr>
    </w:p>
    <w:p w:rsidR="00087A52" w:rsidRPr="00AE48E5" w:rsidRDefault="00087A52" w:rsidP="00AE48E5">
      <w:pPr>
        <w:spacing w:after="0"/>
        <w:rPr>
          <w:rFonts w:ascii="Times New Roman" w:hAnsi="Times New Roman"/>
          <w:sz w:val="24"/>
          <w:szCs w:val="24"/>
        </w:rPr>
      </w:pPr>
    </w:p>
    <w:p w:rsidR="00087A52" w:rsidRPr="00AE48E5" w:rsidRDefault="00087A52" w:rsidP="00AE48E5">
      <w:pPr>
        <w:spacing w:after="0"/>
        <w:rPr>
          <w:rFonts w:ascii="Times New Roman" w:hAnsi="Times New Roman"/>
          <w:sz w:val="24"/>
          <w:szCs w:val="24"/>
        </w:rPr>
      </w:pPr>
    </w:p>
    <w:p w:rsidR="00087A52" w:rsidRPr="00AE48E5" w:rsidRDefault="00087A52" w:rsidP="00AE48E5">
      <w:pPr>
        <w:spacing w:after="0"/>
        <w:rPr>
          <w:rFonts w:ascii="Times New Roman" w:hAnsi="Times New Roman"/>
          <w:sz w:val="24"/>
          <w:szCs w:val="24"/>
        </w:rPr>
      </w:pPr>
    </w:p>
    <w:p w:rsidR="00087A52" w:rsidRPr="00AE48E5" w:rsidRDefault="00087A52" w:rsidP="00AE48E5">
      <w:pPr>
        <w:spacing w:after="0"/>
        <w:rPr>
          <w:rFonts w:ascii="Times New Roman" w:hAnsi="Times New Roman"/>
          <w:sz w:val="24"/>
          <w:szCs w:val="24"/>
        </w:rPr>
      </w:pPr>
    </w:p>
    <w:p w:rsidR="00087A52" w:rsidRPr="00AE48E5" w:rsidRDefault="00087A52" w:rsidP="00AE48E5">
      <w:pPr>
        <w:spacing w:after="0"/>
        <w:rPr>
          <w:rFonts w:ascii="Times New Roman" w:hAnsi="Times New Roman"/>
          <w:sz w:val="24"/>
          <w:szCs w:val="24"/>
        </w:rPr>
      </w:pPr>
    </w:p>
    <w:p w:rsidR="00087A52" w:rsidRPr="00AE48E5" w:rsidRDefault="00087A52" w:rsidP="00AE48E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  <w:sectPr w:rsidR="00087A52" w:rsidRPr="00AE48E5" w:rsidSect="00087A5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5647C" w:rsidRPr="00AE48E5" w:rsidRDefault="0015647C" w:rsidP="00AE48E5">
      <w:pPr>
        <w:widowControl w:val="0"/>
        <w:tabs>
          <w:tab w:val="left" w:pos="8473"/>
          <w:tab w:val="right" w:pos="1457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proofErr w:type="gramStart"/>
      <w:r w:rsidRPr="00AE48E5">
        <w:rPr>
          <w:rFonts w:ascii="Times New Roman" w:hAnsi="Times New Roman"/>
          <w:sz w:val="24"/>
          <w:szCs w:val="24"/>
        </w:rPr>
        <w:lastRenderedPageBreak/>
        <w:t>Приложении</w:t>
      </w:r>
      <w:proofErr w:type="gramEnd"/>
      <w:r w:rsidRPr="00AE48E5">
        <w:rPr>
          <w:rFonts w:ascii="Times New Roman" w:hAnsi="Times New Roman"/>
          <w:sz w:val="24"/>
          <w:szCs w:val="24"/>
        </w:rPr>
        <w:t xml:space="preserve"> №1</w:t>
      </w:r>
    </w:p>
    <w:p w:rsidR="0015647C" w:rsidRPr="00AE48E5" w:rsidRDefault="0015647C" w:rsidP="00AE48E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AE48E5">
        <w:rPr>
          <w:rFonts w:ascii="Times New Roman" w:hAnsi="Times New Roman"/>
          <w:sz w:val="24"/>
          <w:szCs w:val="24"/>
        </w:rPr>
        <w:t xml:space="preserve"> к паспорту </w:t>
      </w:r>
      <w:r w:rsidRPr="00AE48E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</w:p>
    <w:p w:rsidR="0015647C" w:rsidRPr="00AE48E5" w:rsidRDefault="0015647C" w:rsidP="00AE48E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AE48E5">
        <w:rPr>
          <w:rFonts w:ascii="Times New Roman" w:eastAsia="Times New Roman" w:hAnsi="Times New Roman"/>
          <w:sz w:val="24"/>
          <w:szCs w:val="24"/>
        </w:rPr>
        <w:t xml:space="preserve"> </w:t>
      </w:r>
      <w:r w:rsidRPr="00AE48E5">
        <w:rPr>
          <w:rFonts w:ascii="Times New Roman" w:eastAsia="Times New Roman" w:hAnsi="Times New Roman"/>
          <w:bCs/>
          <w:sz w:val="24"/>
          <w:szCs w:val="24"/>
        </w:rPr>
        <w:t>«Устойчивое развитие муниципального образования поселка Учами»</w:t>
      </w:r>
    </w:p>
    <w:p w:rsidR="0015647C" w:rsidRPr="00AE48E5" w:rsidRDefault="0015647C" w:rsidP="00AE48E5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4171" w:type="dxa"/>
        <w:jc w:val="center"/>
        <w:tblInd w:w="-3427" w:type="dxa"/>
        <w:tblLayout w:type="fixed"/>
        <w:tblLook w:val="0000"/>
      </w:tblPr>
      <w:tblGrid>
        <w:gridCol w:w="448"/>
        <w:gridCol w:w="6663"/>
        <w:gridCol w:w="1302"/>
        <w:gridCol w:w="1154"/>
        <w:gridCol w:w="1486"/>
        <w:gridCol w:w="1506"/>
        <w:gridCol w:w="1612"/>
      </w:tblGrid>
      <w:tr w:rsidR="0015647C" w:rsidRPr="00AE48E5" w:rsidTr="003267BF">
        <w:trPr>
          <w:trHeight w:val="290"/>
          <w:jc w:val="center"/>
        </w:trPr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647C" w:rsidRPr="00AE48E5" w:rsidRDefault="0015647C" w:rsidP="00AE48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5647C" w:rsidRPr="00AE48E5" w:rsidRDefault="0015647C" w:rsidP="00AE48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647C" w:rsidRPr="00AE48E5" w:rsidRDefault="005A5406" w:rsidP="00AE48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  <w:r w:rsidR="0015647C" w:rsidRPr="00AE48E5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  <w:p w:rsidR="0015647C" w:rsidRPr="00AE48E5" w:rsidRDefault="0015647C" w:rsidP="00AE48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отчетный</w:t>
            </w:r>
          </w:p>
        </w:tc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647C" w:rsidRPr="00AE48E5" w:rsidRDefault="005A5406" w:rsidP="00AE48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  <w:r w:rsidR="0015647C" w:rsidRPr="00AE48E5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  <w:p w:rsidR="0015647C" w:rsidRPr="00AE48E5" w:rsidRDefault="0015647C" w:rsidP="00AE48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5647C" w:rsidRPr="00AE48E5" w:rsidRDefault="0015647C" w:rsidP="00AE48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A540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  <w:p w:rsidR="0015647C" w:rsidRPr="00AE48E5" w:rsidRDefault="0015647C" w:rsidP="00AE48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очередной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47C" w:rsidRPr="00AE48E5" w:rsidRDefault="0015647C" w:rsidP="00AE48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плановый</w:t>
            </w:r>
          </w:p>
        </w:tc>
      </w:tr>
      <w:tr w:rsidR="0015647C" w:rsidRPr="00AE48E5" w:rsidTr="003267BF">
        <w:trPr>
          <w:trHeight w:val="241"/>
          <w:jc w:val="center"/>
        </w:trPr>
        <w:tc>
          <w:tcPr>
            <w:tcW w:w="4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47C" w:rsidRPr="00AE48E5" w:rsidRDefault="0015647C" w:rsidP="00AE48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647C" w:rsidRPr="00AE48E5" w:rsidRDefault="0015647C" w:rsidP="00AE48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647C" w:rsidRPr="00AE48E5" w:rsidRDefault="0015647C" w:rsidP="00AE48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647C" w:rsidRPr="00AE48E5" w:rsidRDefault="0015647C" w:rsidP="00AE48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47C" w:rsidRPr="00AE48E5" w:rsidRDefault="0015647C" w:rsidP="00AE48E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647C" w:rsidRPr="00AE48E5" w:rsidRDefault="0015647C" w:rsidP="005A54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A540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47C" w:rsidRPr="00AE48E5" w:rsidRDefault="0015647C" w:rsidP="005A54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A540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</w:tr>
      <w:tr w:rsidR="00C51BDC" w:rsidRPr="00AE48E5" w:rsidTr="003267BF"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BDC" w:rsidRPr="00AE48E5" w:rsidRDefault="00C51BDC" w:rsidP="00AE48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BDC" w:rsidRPr="00AE48E5" w:rsidRDefault="00C51BDC" w:rsidP="00AE4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«Устойчивое развитие муниципального образования  поселка Учами»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BDC" w:rsidRPr="00C51BDC" w:rsidRDefault="00C51BDC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BDC">
              <w:rPr>
                <w:rFonts w:ascii="Times New Roman" w:hAnsi="Times New Roman"/>
                <w:sz w:val="24"/>
                <w:szCs w:val="24"/>
              </w:rPr>
              <w:t>4366,3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BDC" w:rsidRPr="00C51BDC" w:rsidRDefault="00C51BDC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BDC">
              <w:rPr>
                <w:rFonts w:ascii="Times New Roman" w:hAnsi="Times New Roman"/>
                <w:sz w:val="24"/>
                <w:szCs w:val="24"/>
              </w:rPr>
              <w:t>4496,5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BDC" w:rsidRPr="00C51BDC" w:rsidRDefault="00C51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BDC">
              <w:rPr>
                <w:rFonts w:ascii="Times New Roman" w:hAnsi="Times New Roman"/>
                <w:sz w:val="24"/>
                <w:szCs w:val="24"/>
              </w:rPr>
              <w:t>6 162,3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BDC" w:rsidRPr="00C51BDC" w:rsidRDefault="00C51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BDC">
              <w:rPr>
                <w:rFonts w:ascii="Times New Roman" w:hAnsi="Times New Roman"/>
                <w:sz w:val="24"/>
                <w:szCs w:val="24"/>
              </w:rPr>
              <w:t>4 313,9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BDC" w:rsidRPr="00C51BDC" w:rsidRDefault="00C51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BDC">
              <w:rPr>
                <w:rFonts w:ascii="Times New Roman" w:hAnsi="Times New Roman"/>
                <w:sz w:val="24"/>
                <w:szCs w:val="24"/>
              </w:rPr>
              <w:t>3 761,7</w:t>
            </w:r>
          </w:p>
        </w:tc>
      </w:tr>
      <w:tr w:rsidR="005A5406" w:rsidRPr="00AE48E5" w:rsidTr="003267BF"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406" w:rsidRPr="00AE48E5" w:rsidRDefault="005A5406" w:rsidP="00AE48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406" w:rsidRPr="00AE48E5" w:rsidRDefault="005A5406" w:rsidP="00AE48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Подпрограмма</w:t>
            </w:r>
            <w:proofErr w:type="gramStart"/>
            <w:r w:rsidRPr="00AE48E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</w:t>
            </w:r>
            <w:proofErr w:type="gramEnd"/>
            <w:r w:rsidRPr="00AE48E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AE48E5">
              <w:rPr>
                <w:rFonts w:ascii="Times New Roman" w:hAnsi="Times New Roman"/>
                <w:sz w:val="24"/>
                <w:szCs w:val="24"/>
              </w:rPr>
              <w:t>«Владение, пользование и распоряжение имуществом, находящимся в муниципальной собственности поселка Учами»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443,0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260,6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C51BDC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310,6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C51BDC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310,6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C51BDC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310,6</w:t>
            </w:r>
          </w:p>
        </w:tc>
      </w:tr>
      <w:tr w:rsidR="005A5406" w:rsidRPr="00AE48E5" w:rsidTr="003267BF"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406" w:rsidRPr="00AE48E5" w:rsidRDefault="005A5406" w:rsidP="00AE48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406" w:rsidRPr="00AE48E5" w:rsidRDefault="005A5406" w:rsidP="00AE48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 Подпрограмма 2 </w:t>
            </w:r>
            <w:r w:rsidRPr="00AE48E5">
              <w:rPr>
                <w:rFonts w:ascii="Times New Roman" w:hAnsi="Times New Roman"/>
                <w:sz w:val="24"/>
                <w:szCs w:val="24"/>
              </w:rPr>
              <w:t>«Обеспечение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Учами»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3359,1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3315,0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C51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 xml:space="preserve">3 719, </w:t>
            </w:r>
            <w:r w:rsidR="00C51B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3 315, 0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2 744, 8</w:t>
            </w:r>
          </w:p>
        </w:tc>
      </w:tr>
      <w:tr w:rsidR="005A5406" w:rsidRPr="00AE48E5" w:rsidTr="003267BF"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406" w:rsidRPr="00AE48E5" w:rsidRDefault="005A5406" w:rsidP="00AE48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406" w:rsidRPr="00AE48E5" w:rsidRDefault="005A5406" w:rsidP="00AE48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Подпрограмма 3 </w:t>
            </w:r>
            <w:r w:rsidRPr="00AE48E5">
              <w:rPr>
                <w:rFonts w:ascii="Times New Roman" w:hAnsi="Times New Roman"/>
                <w:sz w:val="24"/>
                <w:szCs w:val="24"/>
              </w:rPr>
              <w:t>«Дорожная деятельность в отношении дорог местного значения поселка Учами и обеспечение безопасности дорожного движения»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179,4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45,7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5A54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5A5406">
              <w:rPr>
                <w:rFonts w:ascii="Times New Roman" w:hAnsi="Times New Roman"/>
                <w:sz w:val="24"/>
                <w:szCs w:val="24"/>
              </w:rPr>
              <w:t>66,1</w:t>
            </w:r>
          </w:p>
        </w:tc>
      </w:tr>
      <w:tr w:rsidR="005A5406" w:rsidRPr="00AE48E5" w:rsidTr="003267BF"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406" w:rsidRPr="00AE48E5" w:rsidRDefault="005A5406" w:rsidP="00AE48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406" w:rsidRPr="00AE48E5" w:rsidRDefault="005A5406" w:rsidP="00AE48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Подпрограмма 4 </w:t>
            </w:r>
            <w:r w:rsidRPr="00AE48E5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территории, создание среды комфортной для проживания жителей поселка Учами»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274,2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495,0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C51B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 xml:space="preserve">1 864, </w:t>
            </w:r>
            <w:r w:rsidR="00C51B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C51BDC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C51BDC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417,0</w:t>
            </w:r>
          </w:p>
        </w:tc>
      </w:tr>
      <w:tr w:rsidR="005A5406" w:rsidRPr="00AE48E5" w:rsidTr="003267BF"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406" w:rsidRPr="00AE48E5" w:rsidRDefault="005A5406" w:rsidP="00AE48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406" w:rsidRPr="00AE48E5" w:rsidRDefault="005A5406" w:rsidP="00AE48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Подпрограмма 5 </w:t>
            </w:r>
            <w:r w:rsidRPr="00AE48E5">
              <w:rPr>
                <w:rFonts w:ascii="Times New Roman" w:hAnsi="Times New Roman"/>
                <w:sz w:val="24"/>
                <w:szCs w:val="24"/>
              </w:rPr>
              <w:t>«Предупреждение и ликвидация последствий ЧС и обеспечение мер пожарной безопасности на территории поселка Учами»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247,4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245,5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221,3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221,3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221,3</w:t>
            </w:r>
          </w:p>
        </w:tc>
      </w:tr>
      <w:tr w:rsidR="005A5406" w:rsidRPr="00AE48E5" w:rsidTr="003267BF"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406" w:rsidRPr="00AE48E5" w:rsidRDefault="005A5406" w:rsidP="00AE48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406" w:rsidRPr="00AE48E5" w:rsidRDefault="005A5406" w:rsidP="00AE48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Подпрограмма 6</w:t>
            </w:r>
            <w:r w:rsidRPr="00AE48E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E48E5">
              <w:rPr>
                <w:rFonts w:ascii="Times New Roman" w:hAnsi="Times New Roman"/>
                <w:sz w:val="24"/>
                <w:szCs w:val="24"/>
              </w:rPr>
              <w:t>«Противодействие экстремизму и профилактика терроризма на территории поселка Учами»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5A5406" w:rsidRPr="00AE48E5" w:rsidTr="003267BF"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406" w:rsidRPr="00AE48E5" w:rsidRDefault="005A5406" w:rsidP="00AE48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E48E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406" w:rsidRPr="00AE48E5" w:rsidRDefault="005A5406" w:rsidP="00AE48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8E5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Подпрограмма 7</w:t>
            </w:r>
            <w:r w:rsidRPr="00AE4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E48E5">
              <w:rPr>
                <w:rFonts w:ascii="Times New Roman" w:hAnsi="Times New Roman"/>
                <w:sz w:val="24"/>
                <w:szCs w:val="24"/>
              </w:rPr>
              <w:t>«Профилактика правонарушений на территории поселка Учами»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5406" w:rsidRPr="005A5406" w:rsidRDefault="005A5406" w:rsidP="005A5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40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:rsidR="0015647C" w:rsidRPr="00AE48E5" w:rsidRDefault="0015647C" w:rsidP="00AE48E5">
      <w:pPr>
        <w:spacing w:after="0"/>
        <w:rPr>
          <w:rFonts w:ascii="Times New Roman" w:hAnsi="Times New Roman"/>
          <w:sz w:val="24"/>
          <w:szCs w:val="24"/>
        </w:rPr>
        <w:sectPr w:rsidR="0015647C" w:rsidRPr="00AE48E5" w:rsidSect="00087A5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87A52" w:rsidRPr="00AE48E5" w:rsidRDefault="00087A52" w:rsidP="00AE48E5">
      <w:pPr>
        <w:spacing w:after="0"/>
        <w:rPr>
          <w:rFonts w:ascii="Times New Roman" w:hAnsi="Times New Roman"/>
          <w:sz w:val="24"/>
          <w:szCs w:val="24"/>
        </w:rPr>
        <w:sectPr w:rsidR="00087A52" w:rsidRPr="00AE48E5" w:rsidSect="003F484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F3915" w:rsidRPr="00AE48E5" w:rsidRDefault="002F3915" w:rsidP="005A54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2F3915" w:rsidRPr="00AE48E5" w:rsidSect="005A5406">
      <w:head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94F" w:rsidRDefault="0051794F" w:rsidP="00A52470">
      <w:pPr>
        <w:spacing w:after="0" w:line="240" w:lineRule="auto"/>
      </w:pPr>
      <w:r>
        <w:separator/>
      </w:r>
    </w:p>
  </w:endnote>
  <w:endnote w:type="continuationSeparator" w:id="0">
    <w:p w:rsidR="0051794F" w:rsidRDefault="0051794F" w:rsidP="00A5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94F" w:rsidRDefault="0051794F" w:rsidP="00A52470">
      <w:pPr>
        <w:spacing w:after="0" w:line="240" w:lineRule="auto"/>
      </w:pPr>
      <w:r>
        <w:separator/>
      </w:r>
    </w:p>
  </w:footnote>
  <w:footnote w:type="continuationSeparator" w:id="0">
    <w:p w:rsidR="0051794F" w:rsidRDefault="0051794F" w:rsidP="00A52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1F7" w:rsidRDefault="008B1BB7">
    <w:pPr>
      <w:pStyle w:val="a9"/>
      <w:jc w:val="center"/>
    </w:pPr>
    <w:r>
      <w:fldChar w:fldCharType="begin"/>
    </w:r>
    <w:r w:rsidR="00DA0B7A">
      <w:instrText xml:space="preserve"> PAGE   \* MERGEFORMAT </w:instrText>
    </w:r>
    <w:r>
      <w:fldChar w:fldCharType="separate"/>
    </w:r>
    <w:r w:rsidR="001F6CE3">
      <w:rPr>
        <w:noProof/>
      </w:rPr>
      <w:t>7</w:t>
    </w:r>
    <w:r>
      <w:rPr>
        <w:noProof/>
      </w:rPr>
      <w:fldChar w:fldCharType="end"/>
    </w:r>
  </w:p>
  <w:p w:rsidR="004761F7" w:rsidRDefault="004761F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41FF"/>
    <w:multiLevelType w:val="hybridMultilevel"/>
    <w:tmpl w:val="BCACC204"/>
    <w:lvl w:ilvl="0" w:tplc="C130D2D6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2E20"/>
    <w:multiLevelType w:val="hybridMultilevel"/>
    <w:tmpl w:val="9E32710C"/>
    <w:lvl w:ilvl="0" w:tplc="2A7C6058">
      <w:start w:val="1"/>
      <w:numFmt w:val="decimal"/>
      <w:lvlText w:val="%1)"/>
      <w:lvlJc w:val="left"/>
      <w:pPr>
        <w:ind w:left="1788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7648A5"/>
    <w:multiLevelType w:val="hybridMultilevel"/>
    <w:tmpl w:val="516633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1CD0E46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0106E"/>
    <w:multiLevelType w:val="multilevel"/>
    <w:tmpl w:val="DE1A4D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CCD08A9"/>
    <w:multiLevelType w:val="hybridMultilevel"/>
    <w:tmpl w:val="CF0A582E"/>
    <w:lvl w:ilvl="0" w:tplc="A59CF8A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FE71E9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96424"/>
    <w:multiLevelType w:val="hybridMultilevel"/>
    <w:tmpl w:val="0740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93B66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35DD6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662E77"/>
    <w:multiLevelType w:val="hybridMultilevel"/>
    <w:tmpl w:val="858AA3F8"/>
    <w:lvl w:ilvl="0" w:tplc="DA78B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E745808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D70BB"/>
    <w:multiLevelType w:val="hybridMultilevel"/>
    <w:tmpl w:val="DB3C17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E9D5E92"/>
    <w:multiLevelType w:val="hybridMultilevel"/>
    <w:tmpl w:val="3D60E586"/>
    <w:lvl w:ilvl="0" w:tplc="D31A4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864566"/>
    <w:multiLevelType w:val="hybridMultilevel"/>
    <w:tmpl w:val="9078EA46"/>
    <w:lvl w:ilvl="0" w:tplc="469EA886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438A4ECE"/>
    <w:multiLevelType w:val="hybridMultilevel"/>
    <w:tmpl w:val="D550F6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AD5471"/>
    <w:multiLevelType w:val="hybridMultilevel"/>
    <w:tmpl w:val="EBA24378"/>
    <w:lvl w:ilvl="0" w:tplc="11C2919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8FD4FAD"/>
    <w:multiLevelType w:val="hybridMultilevel"/>
    <w:tmpl w:val="121AB87E"/>
    <w:lvl w:ilvl="0" w:tplc="71C2BA6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E537A5"/>
    <w:multiLevelType w:val="hybridMultilevel"/>
    <w:tmpl w:val="C10A4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42596F"/>
    <w:multiLevelType w:val="hybridMultilevel"/>
    <w:tmpl w:val="86E0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E87F03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5">
    <w:nsid w:val="6D966E6C"/>
    <w:multiLevelType w:val="hybridMultilevel"/>
    <w:tmpl w:val="22488A52"/>
    <w:lvl w:ilvl="0" w:tplc="6ED442EE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>
    <w:nsid w:val="70ED0851"/>
    <w:multiLevelType w:val="hybridMultilevel"/>
    <w:tmpl w:val="BB460A60"/>
    <w:lvl w:ilvl="0" w:tplc="CF9E92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8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5"/>
  </w:num>
  <w:num w:numId="3">
    <w:abstractNumId w:val="11"/>
  </w:num>
  <w:num w:numId="4">
    <w:abstractNumId w:val="14"/>
  </w:num>
  <w:num w:numId="5">
    <w:abstractNumId w:val="28"/>
  </w:num>
  <w:num w:numId="6">
    <w:abstractNumId w:val="13"/>
  </w:num>
  <w:num w:numId="7">
    <w:abstractNumId w:val="23"/>
  </w:num>
  <w:num w:numId="8">
    <w:abstractNumId w:val="20"/>
  </w:num>
  <w:num w:numId="9">
    <w:abstractNumId w:val="27"/>
  </w:num>
  <w:num w:numId="10">
    <w:abstractNumId w:val="6"/>
  </w:num>
  <w:num w:numId="11">
    <w:abstractNumId w:val="18"/>
  </w:num>
  <w:num w:numId="12">
    <w:abstractNumId w:val="7"/>
  </w:num>
  <w:num w:numId="13">
    <w:abstractNumId w:val="8"/>
  </w:num>
  <w:num w:numId="14">
    <w:abstractNumId w:val="24"/>
  </w:num>
  <w:num w:numId="15">
    <w:abstractNumId w:val="3"/>
  </w:num>
  <w:num w:numId="16">
    <w:abstractNumId w:val="19"/>
  </w:num>
  <w:num w:numId="17">
    <w:abstractNumId w:val="15"/>
  </w:num>
  <w:num w:numId="18">
    <w:abstractNumId w:val="21"/>
  </w:num>
  <w:num w:numId="19">
    <w:abstractNumId w:val="16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2"/>
  </w:num>
  <w:num w:numId="23">
    <w:abstractNumId w:val="1"/>
  </w:num>
  <w:num w:numId="24">
    <w:abstractNumId w:val="5"/>
  </w:num>
  <w:num w:numId="25">
    <w:abstractNumId w:val="12"/>
  </w:num>
  <w:num w:numId="26">
    <w:abstractNumId w:val="0"/>
  </w:num>
  <w:num w:numId="27">
    <w:abstractNumId w:val="26"/>
  </w:num>
  <w:num w:numId="2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7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3018"/>
    <w:rsid w:val="000073CC"/>
    <w:rsid w:val="00017ED0"/>
    <w:rsid w:val="000220BE"/>
    <w:rsid w:val="00045CBF"/>
    <w:rsid w:val="000473DA"/>
    <w:rsid w:val="00047A26"/>
    <w:rsid w:val="000600F7"/>
    <w:rsid w:val="00061E18"/>
    <w:rsid w:val="00063389"/>
    <w:rsid w:val="00067684"/>
    <w:rsid w:val="00073D14"/>
    <w:rsid w:val="00075115"/>
    <w:rsid w:val="00084F95"/>
    <w:rsid w:val="00087A52"/>
    <w:rsid w:val="0009197B"/>
    <w:rsid w:val="00093614"/>
    <w:rsid w:val="00094405"/>
    <w:rsid w:val="00095265"/>
    <w:rsid w:val="000A51D5"/>
    <w:rsid w:val="000B44AC"/>
    <w:rsid w:val="000B5B45"/>
    <w:rsid w:val="000C0C9C"/>
    <w:rsid w:val="000C5952"/>
    <w:rsid w:val="000C6C9F"/>
    <w:rsid w:val="000D11F7"/>
    <w:rsid w:val="000D536C"/>
    <w:rsid w:val="000E24EE"/>
    <w:rsid w:val="000F18C4"/>
    <w:rsid w:val="000F49EB"/>
    <w:rsid w:val="00114261"/>
    <w:rsid w:val="001155C5"/>
    <w:rsid w:val="00127708"/>
    <w:rsid w:val="00134ABC"/>
    <w:rsid w:val="00143945"/>
    <w:rsid w:val="0014571C"/>
    <w:rsid w:val="00146447"/>
    <w:rsid w:val="00152E43"/>
    <w:rsid w:val="001533AE"/>
    <w:rsid w:val="0015647C"/>
    <w:rsid w:val="00167BBF"/>
    <w:rsid w:val="00177283"/>
    <w:rsid w:val="00184BF9"/>
    <w:rsid w:val="00186FB2"/>
    <w:rsid w:val="00190B6E"/>
    <w:rsid w:val="001B1E1D"/>
    <w:rsid w:val="001B59A4"/>
    <w:rsid w:val="001F00B1"/>
    <w:rsid w:val="001F39D7"/>
    <w:rsid w:val="001F3E1F"/>
    <w:rsid w:val="001F6CE3"/>
    <w:rsid w:val="00201731"/>
    <w:rsid w:val="00203C8F"/>
    <w:rsid w:val="002069BD"/>
    <w:rsid w:val="00227074"/>
    <w:rsid w:val="0023154A"/>
    <w:rsid w:val="002336F7"/>
    <w:rsid w:val="00233754"/>
    <w:rsid w:val="00234C93"/>
    <w:rsid w:val="00245287"/>
    <w:rsid w:val="00253DA6"/>
    <w:rsid w:val="002616CC"/>
    <w:rsid w:val="002E07A2"/>
    <w:rsid w:val="002E2B96"/>
    <w:rsid w:val="002E5B40"/>
    <w:rsid w:val="002F3915"/>
    <w:rsid w:val="00302074"/>
    <w:rsid w:val="00317E20"/>
    <w:rsid w:val="00323F3C"/>
    <w:rsid w:val="003267BF"/>
    <w:rsid w:val="0033255F"/>
    <w:rsid w:val="00337AED"/>
    <w:rsid w:val="0035032A"/>
    <w:rsid w:val="003525F1"/>
    <w:rsid w:val="003566C4"/>
    <w:rsid w:val="00361655"/>
    <w:rsid w:val="00371D65"/>
    <w:rsid w:val="00377A7B"/>
    <w:rsid w:val="00385FA6"/>
    <w:rsid w:val="003A3F4C"/>
    <w:rsid w:val="003B6C62"/>
    <w:rsid w:val="003D44B4"/>
    <w:rsid w:val="003D5CE9"/>
    <w:rsid w:val="003D7AE6"/>
    <w:rsid w:val="003E1C64"/>
    <w:rsid w:val="003F0D1C"/>
    <w:rsid w:val="003F0D95"/>
    <w:rsid w:val="003F354B"/>
    <w:rsid w:val="003F484D"/>
    <w:rsid w:val="003F5F84"/>
    <w:rsid w:val="00417926"/>
    <w:rsid w:val="00426525"/>
    <w:rsid w:val="0042745C"/>
    <w:rsid w:val="00445710"/>
    <w:rsid w:val="00474414"/>
    <w:rsid w:val="004761F7"/>
    <w:rsid w:val="00486F1C"/>
    <w:rsid w:val="00490906"/>
    <w:rsid w:val="004932E1"/>
    <w:rsid w:val="004B1E2E"/>
    <w:rsid w:val="004B52C3"/>
    <w:rsid w:val="004C1A71"/>
    <w:rsid w:val="004D3C4A"/>
    <w:rsid w:val="004E32F2"/>
    <w:rsid w:val="00515E81"/>
    <w:rsid w:val="0051794F"/>
    <w:rsid w:val="00534ECD"/>
    <w:rsid w:val="00540F67"/>
    <w:rsid w:val="005515A3"/>
    <w:rsid w:val="00552139"/>
    <w:rsid w:val="0057131F"/>
    <w:rsid w:val="00594348"/>
    <w:rsid w:val="0059749F"/>
    <w:rsid w:val="005A4D13"/>
    <w:rsid w:val="005A5406"/>
    <w:rsid w:val="005B493F"/>
    <w:rsid w:val="005B5FFA"/>
    <w:rsid w:val="005C3F94"/>
    <w:rsid w:val="005E4C6A"/>
    <w:rsid w:val="005F1AE8"/>
    <w:rsid w:val="006112FA"/>
    <w:rsid w:val="00624031"/>
    <w:rsid w:val="006270C6"/>
    <w:rsid w:val="00641A0E"/>
    <w:rsid w:val="006564CA"/>
    <w:rsid w:val="00671792"/>
    <w:rsid w:val="00685E76"/>
    <w:rsid w:val="006A20FD"/>
    <w:rsid w:val="006A5472"/>
    <w:rsid w:val="006B6F3E"/>
    <w:rsid w:val="006D56A9"/>
    <w:rsid w:val="006E47D5"/>
    <w:rsid w:val="006F1DA5"/>
    <w:rsid w:val="00701E59"/>
    <w:rsid w:val="00706C2F"/>
    <w:rsid w:val="0071003F"/>
    <w:rsid w:val="00715EBF"/>
    <w:rsid w:val="00717A05"/>
    <w:rsid w:val="00731679"/>
    <w:rsid w:val="00734E87"/>
    <w:rsid w:val="00745222"/>
    <w:rsid w:val="007469F2"/>
    <w:rsid w:val="00747C84"/>
    <w:rsid w:val="0079129D"/>
    <w:rsid w:val="007A0DD1"/>
    <w:rsid w:val="007A29C1"/>
    <w:rsid w:val="007A6572"/>
    <w:rsid w:val="007A7D7A"/>
    <w:rsid w:val="007B11E4"/>
    <w:rsid w:val="007B6681"/>
    <w:rsid w:val="007C3863"/>
    <w:rsid w:val="007D076B"/>
    <w:rsid w:val="007D1AC4"/>
    <w:rsid w:val="007E383C"/>
    <w:rsid w:val="007E5FB8"/>
    <w:rsid w:val="007F06CC"/>
    <w:rsid w:val="00801B96"/>
    <w:rsid w:val="00813977"/>
    <w:rsid w:val="0081519D"/>
    <w:rsid w:val="008253B1"/>
    <w:rsid w:val="00826520"/>
    <w:rsid w:val="00827BCF"/>
    <w:rsid w:val="0084098A"/>
    <w:rsid w:val="00845EFB"/>
    <w:rsid w:val="00866FE5"/>
    <w:rsid w:val="0086734C"/>
    <w:rsid w:val="00881440"/>
    <w:rsid w:val="00896A54"/>
    <w:rsid w:val="008A79AE"/>
    <w:rsid w:val="008B1BB7"/>
    <w:rsid w:val="008C5502"/>
    <w:rsid w:val="008D1AF9"/>
    <w:rsid w:val="008D6FEC"/>
    <w:rsid w:val="008E7172"/>
    <w:rsid w:val="008F2779"/>
    <w:rsid w:val="008F39EF"/>
    <w:rsid w:val="00903AF0"/>
    <w:rsid w:val="009041FF"/>
    <w:rsid w:val="009054FB"/>
    <w:rsid w:val="009371F9"/>
    <w:rsid w:val="009466F6"/>
    <w:rsid w:val="009536ED"/>
    <w:rsid w:val="00954A9C"/>
    <w:rsid w:val="00970F5D"/>
    <w:rsid w:val="00972671"/>
    <w:rsid w:val="00982857"/>
    <w:rsid w:val="009941DB"/>
    <w:rsid w:val="009A0D59"/>
    <w:rsid w:val="009B02FA"/>
    <w:rsid w:val="009B14F7"/>
    <w:rsid w:val="009C28AA"/>
    <w:rsid w:val="009D104E"/>
    <w:rsid w:val="009D1259"/>
    <w:rsid w:val="009E2253"/>
    <w:rsid w:val="009F2733"/>
    <w:rsid w:val="009F3CF4"/>
    <w:rsid w:val="009F3E9B"/>
    <w:rsid w:val="00A02999"/>
    <w:rsid w:val="00A20587"/>
    <w:rsid w:val="00A212C5"/>
    <w:rsid w:val="00A40DDE"/>
    <w:rsid w:val="00A52470"/>
    <w:rsid w:val="00A53018"/>
    <w:rsid w:val="00A54F45"/>
    <w:rsid w:val="00A60D52"/>
    <w:rsid w:val="00A60D58"/>
    <w:rsid w:val="00A60DA2"/>
    <w:rsid w:val="00A641BF"/>
    <w:rsid w:val="00A674D3"/>
    <w:rsid w:val="00A70BB8"/>
    <w:rsid w:val="00A72299"/>
    <w:rsid w:val="00A86AE3"/>
    <w:rsid w:val="00A871F6"/>
    <w:rsid w:val="00A9220E"/>
    <w:rsid w:val="00AA58BD"/>
    <w:rsid w:val="00AA6053"/>
    <w:rsid w:val="00AB36E2"/>
    <w:rsid w:val="00AB6886"/>
    <w:rsid w:val="00AB78E0"/>
    <w:rsid w:val="00AC0333"/>
    <w:rsid w:val="00AD3F3D"/>
    <w:rsid w:val="00AE045F"/>
    <w:rsid w:val="00AE48E5"/>
    <w:rsid w:val="00AE62C7"/>
    <w:rsid w:val="00AF433F"/>
    <w:rsid w:val="00B02EC5"/>
    <w:rsid w:val="00B02F8B"/>
    <w:rsid w:val="00B07BBA"/>
    <w:rsid w:val="00B07F23"/>
    <w:rsid w:val="00B13F7D"/>
    <w:rsid w:val="00B144B9"/>
    <w:rsid w:val="00B26D93"/>
    <w:rsid w:val="00B33600"/>
    <w:rsid w:val="00B40D3B"/>
    <w:rsid w:val="00B72B48"/>
    <w:rsid w:val="00B72CCE"/>
    <w:rsid w:val="00B9198A"/>
    <w:rsid w:val="00BA19A7"/>
    <w:rsid w:val="00BB1E24"/>
    <w:rsid w:val="00BB2A4A"/>
    <w:rsid w:val="00BB72A6"/>
    <w:rsid w:val="00BD3D57"/>
    <w:rsid w:val="00BD7FF4"/>
    <w:rsid w:val="00BE5F4D"/>
    <w:rsid w:val="00BF3E97"/>
    <w:rsid w:val="00C165E1"/>
    <w:rsid w:val="00C220CF"/>
    <w:rsid w:val="00C36BD6"/>
    <w:rsid w:val="00C444B6"/>
    <w:rsid w:val="00C51BDC"/>
    <w:rsid w:val="00C55042"/>
    <w:rsid w:val="00C802D2"/>
    <w:rsid w:val="00C913F7"/>
    <w:rsid w:val="00CB29CE"/>
    <w:rsid w:val="00CD442E"/>
    <w:rsid w:val="00CF2AEC"/>
    <w:rsid w:val="00D16809"/>
    <w:rsid w:val="00D260F3"/>
    <w:rsid w:val="00D27A50"/>
    <w:rsid w:val="00D3559E"/>
    <w:rsid w:val="00D40631"/>
    <w:rsid w:val="00D412D9"/>
    <w:rsid w:val="00D4536B"/>
    <w:rsid w:val="00D64460"/>
    <w:rsid w:val="00D6507F"/>
    <w:rsid w:val="00D80D96"/>
    <w:rsid w:val="00D832B6"/>
    <w:rsid w:val="00D8658E"/>
    <w:rsid w:val="00DA0B7A"/>
    <w:rsid w:val="00DB751D"/>
    <w:rsid w:val="00DC0648"/>
    <w:rsid w:val="00DC2C75"/>
    <w:rsid w:val="00DC5D9B"/>
    <w:rsid w:val="00DC6D80"/>
    <w:rsid w:val="00DC782D"/>
    <w:rsid w:val="00DD1213"/>
    <w:rsid w:val="00DE26E1"/>
    <w:rsid w:val="00DE5654"/>
    <w:rsid w:val="00DF4A65"/>
    <w:rsid w:val="00E22216"/>
    <w:rsid w:val="00E239D5"/>
    <w:rsid w:val="00E258A9"/>
    <w:rsid w:val="00E37180"/>
    <w:rsid w:val="00E3746D"/>
    <w:rsid w:val="00E46AF8"/>
    <w:rsid w:val="00E538E8"/>
    <w:rsid w:val="00E55970"/>
    <w:rsid w:val="00E716D8"/>
    <w:rsid w:val="00E72271"/>
    <w:rsid w:val="00E776F9"/>
    <w:rsid w:val="00E84641"/>
    <w:rsid w:val="00E97C22"/>
    <w:rsid w:val="00EA3ECB"/>
    <w:rsid w:val="00EA7B23"/>
    <w:rsid w:val="00EB045E"/>
    <w:rsid w:val="00EE05E6"/>
    <w:rsid w:val="00EE16E9"/>
    <w:rsid w:val="00EE537C"/>
    <w:rsid w:val="00F204E8"/>
    <w:rsid w:val="00F24321"/>
    <w:rsid w:val="00F3161C"/>
    <w:rsid w:val="00F35D73"/>
    <w:rsid w:val="00F53713"/>
    <w:rsid w:val="00F70973"/>
    <w:rsid w:val="00F76D9F"/>
    <w:rsid w:val="00F82D4A"/>
    <w:rsid w:val="00F85B2D"/>
    <w:rsid w:val="00F85FEB"/>
    <w:rsid w:val="00F902C4"/>
    <w:rsid w:val="00FA43EE"/>
    <w:rsid w:val="00FA4F5E"/>
    <w:rsid w:val="00FB1330"/>
    <w:rsid w:val="00FB19D1"/>
    <w:rsid w:val="00FC116F"/>
    <w:rsid w:val="00FD0835"/>
    <w:rsid w:val="00FD25B9"/>
    <w:rsid w:val="00FF1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CE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F484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3F484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48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rsid w:val="003F484D"/>
    <w:rPr>
      <w:rFonts w:ascii="Times New Roman" w:eastAsia="Times New Roman" w:hAnsi="Times New Roman" w:cs="Times New Roman"/>
      <w:b/>
      <w:caps/>
      <w:sz w:val="48"/>
      <w:szCs w:val="20"/>
    </w:rPr>
  </w:style>
  <w:style w:type="character" w:customStyle="1" w:styleId="ConsPlusNormal">
    <w:name w:val="ConsPlusNormal Знак"/>
    <w:link w:val="ConsPlusNormal0"/>
    <w:uiPriority w:val="99"/>
    <w:locked/>
    <w:rsid w:val="003D5CE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qFormat/>
    <w:rsid w:val="003D5C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3D5CE9"/>
    <w:pPr>
      <w:ind w:left="720"/>
      <w:contextualSpacing/>
    </w:pPr>
  </w:style>
  <w:style w:type="character" w:customStyle="1" w:styleId="a4">
    <w:name w:val="Без интервала Знак"/>
    <w:link w:val="a5"/>
    <w:uiPriority w:val="1"/>
    <w:locked/>
    <w:rsid w:val="003D5CE9"/>
  </w:style>
  <w:style w:type="paragraph" w:styleId="a5">
    <w:name w:val="No Spacing"/>
    <w:link w:val="a4"/>
    <w:uiPriority w:val="1"/>
    <w:qFormat/>
    <w:rsid w:val="003D5CE9"/>
    <w:pPr>
      <w:spacing w:after="0" w:line="240" w:lineRule="auto"/>
    </w:pPr>
  </w:style>
  <w:style w:type="paragraph" w:customStyle="1" w:styleId="ConsPlusCell">
    <w:name w:val="ConsPlusCell"/>
    <w:uiPriority w:val="99"/>
    <w:rsid w:val="003D5C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3">
    <w:name w:val="Body Text Indent 3"/>
    <w:basedOn w:val="a"/>
    <w:link w:val="30"/>
    <w:uiPriority w:val="99"/>
    <w:rsid w:val="003D5CE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D5CE9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F4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33F"/>
    <w:rPr>
      <w:rFonts w:ascii="Tahoma" w:eastAsia="Calibri" w:hAnsi="Tahoma" w:cs="Tahoma"/>
      <w:sz w:val="16"/>
      <w:szCs w:val="16"/>
    </w:rPr>
  </w:style>
  <w:style w:type="paragraph" w:styleId="a8">
    <w:name w:val="Normal (Web)"/>
    <w:basedOn w:val="a"/>
    <w:rsid w:val="003F484D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F484D"/>
    <w:pPr>
      <w:widowControl w:val="0"/>
      <w:suppressAutoHyphens/>
      <w:spacing w:after="0" w:line="100" w:lineRule="atLeast"/>
    </w:pPr>
    <w:rPr>
      <w:rFonts w:ascii="Calibri" w:eastAsia="SimSun" w:hAnsi="Calibri" w:cs="font212"/>
      <w:b/>
      <w:bCs/>
      <w:kern w:val="1"/>
      <w:lang w:eastAsia="ar-SA"/>
    </w:rPr>
  </w:style>
  <w:style w:type="paragraph" w:styleId="a9">
    <w:name w:val="header"/>
    <w:basedOn w:val="a"/>
    <w:link w:val="aa"/>
    <w:rsid w:val="003F484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3F484D"/>
    <w:rPr>
      <w:rFonts w:ascii="Calibri" w:eastAsia="Calibri" w:hAnsi="Calibri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3F484D"/>
    <w:rPr>
      <w:rFonts w:ascii="Calibri" w:eastAsia="Calibri" w:hAnsi="Calibri" w:cs="Times New Roman"/>
      <w:sz w:val="20"/>
      <w:szCs w:val="20"/>
    </w:rPr>
  </w:style>
  <w:style w:type="paragraph" w:styleId="ac">
    <w:name w:val="footer"/>
    <w:basedOn w:val="a"/>
    <w:link w:val="ab"/>
    <w:uiPriority w:val="99"/>
    <w:semiHidden/>
    <w:rsid w:val="003F484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11">
    <w:name w:val="Нижний колонтитул Знак1"/>
    <w:basedOn w:val="a0"/>
    <w:uiPriority w:val="99"/>
    <w:semiHidden/>
    <w:rsid w:val="003F484D"/>
    <w:rPr>
      <w:rFonts w:ascii="Calibri" w:eastAsia="Calibri" w:hAnsi="Calibri" w:cs="Times New Roman"/>
    </w:rPr>
  </w:style>
  <w:style w:type="paragraph" w:styleId="ad">
    <w:name w:val="Body Text Indent"/>
    <w:basedOn w:val="a"/>
    <w:link w:val="ae"/>
    <w:rsid w:val="003F484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3F484D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F48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f0"/>
    <w:rsid w:val="003F484D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footnote text"/>
    <w:basedOn w:val="a"/>
    <w:link w:val="af"/>
    <w:rsid w:val="003F484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styleId="af1">
    <w:name w:val="Hyperlink"/>
    <w:uiPriority w:val="99"/>
    <w:unhideWhenUsed/>
    <w:rsid w:val="003F484D"/>
    <w:rPr>
      <w:color w:val="0000FF"/>
      <w:u w:val="single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3F484D"/>
    <w:rPr>
      <w:rFonts w:ascii="Calibri" w:eastAsia="Calibri" w:hAnsi="Calibri" w:cs="Times New Roman"/>
      <w:sz w:val="20"/>
      <w:szCs w:val="20"/>
    </w:rPr>
  </w:style>
  <w:style w:type="paragraph" w:styleId="20">
    <w:name w:val="Body Text Indent 2"/>
    <w:basedOn w:val="a"/>
    <w:link w:val="2"/>
    <w:uiPriority w:val="99"/>
    <w:semiHidden/>
    <w:unhideWhenUsed/>
    <w:rsid w:val="003F484D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1"/>
    <w:basedOn w:val="a0"/>
    <w:uiPriority w:val="99"/>
    <w:semiHidden/>
    <w:rsid w:val="003F484D"/>
    <w:rPr>
      <w:rFonts w:ascii="Calibri" w:eastAsia="Calibri" w:hAnsi="Calibri" w:cs="Times New Roman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3F484D"/>
    <w:rPr>
      <w:rFonts w:ascii="Calibri" w:eastAsia="Calibri" w:hAnsi="Calibri" w:cs="Times New Roman"/>
      <w:sz w:val="20"/>
      <w:szCs w:val="20"/>
    </w:rPr>
  </w:style>
  <w:style w:type="paragraph" w:styleId="af3">
    <w:name w:val="annotation text"/>
    <w:basedOn w:val="a"/>
    <w:link w:val="af2"/>
    <w:uiPriority w:val="99"/>
    <w:semiHidden/>
    <w:unhideWhenUsed/>
    <w:rsid w:val="003F484D"/>
    <w:pPr>
      <w:spacing w:line="240" w:lineRule="auto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3F484D"/>
    <w:rPr>
      <w:rFonts w:ascii="Calibri" w:eastAsia="Calibri" w:hAnsi="Calibri" w:cs="Times New Roman"/>
      <w:sz w:val="20"/>
      <w:szCs w:val="20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3F484D"/>
    <w:rPr>
      <w:rFonts w:ascii="Calibri" w:eastAsia="Calibri" w:hAnsi="Calibri" w:cs="Times New Roman"/>
      <w:b/>
      <w:bCs/>
      <w:sz w:val="20"/>
      <w:szCs w:val="20"/>
    </w:rPr>
  </w:style>
  <w:style w:type="paragraph" w:styleId="af5">
    <w:name w:val="annotation subject"/>
    <w:basedOn w:val="af3"/>
    <w:next w:val="af3"/>
    <w:link w:val="af4"/>
    <w:uiPriority w:val="99"/>
    <w:semiHidden/>
    <w:unhideWhenUsed/>
    <w:rsid w:val="003F484D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3F484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6">
    <w:name w:val="Текст концевой сноски Знак"/>
    <w:basedOn w:val="a0"/>
    <w:link w:val="af7"/>
    <w:uiPriority w:val="99"/>
    <w:semiHidden/>
    <w:rsid w:val="003F484D"/>
    <w:rPr>
      <w:rFonts w:ascii="Calibri" w:eastAsia="Calibri" w:hAnsi="Calibri" w:cs="Times New Roman"/>
      <w:sz w:val="20"/>
      <w:szCs w:val="20"/>
    </w:rPr>
  </w:style>
  <w:style w:type="paragraph" w:styleId="af7">
    <w:name w:val="endnote text"/>
    <w:basedOn w:val="a"/>
    <w:link w:val="af6"/>
    <w:uiPriority w:val="99"/>
    <w:semiHidden/>
    <w:unhideWhenUsed/>
    <w:rsid w:val="003F484D"/>
    <w:pPr>
      <w:spacing w:after="0" w:line="240" w:lineRule="auto"/>
    </w:pPr>
    <w:rPr>
      <w:sz w:val="20"/>
      <w:szCs w:val="20"/>
    </w:rPr>
  </w:style>
  <w:style w:type="character" w:customStyle="1" w:styleId="14">
    <w:name w:val="Текст концевой сноски Знак1"/>
    <w:basedOn w:val="a0"/>
    <w:uiPriority w:val="99"/>
    <w:semiHidden/>
    <w:rsid w:val="003F484D"/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3F484D"/>
    <w:rPr>
      <w:rFonts w:ascii="Calibri" w:eastAsia="Calibri" w:hAnsi="Calibri" w:cs="Times New Roman"/>
    </w:rPr>
  </w:style>
  <w:style w:type="paragraph" w:styleId="23">
    <w:name w:val="Body Text 2"/>
    <w:basedOn w:val="a"/>
    <w:link w:val="22"/>
    <w:uiPriority w:val="99"/>
    <w:semiHidden/>
    <w:unhideWhenUsed/>
    <w:rsid w:val="003F484D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3F484D"/>
    <w:rPr>
      <w:rFonts w:ascii="Calibri" w:eastAsia="Calibri" w:hAnsi="Calibri" w:cs="Times New Roman"/>
    </w:rPr>
  </w:style>
  <w:style w:type="character" w:styleId="af8">
    <w:name w:val="Emphasis"/>
    <w:qFormat/>
    <w:rsid w:val="003F484D"/>
    <w:rPr>
      <w:i/>
      <w:iCs/>
    </w:rPr>
  </w:style>
  <w:style w:type="paragraph" w:customStyle="1" w:styleId="15">
    <w:name w:val="Абзац списка1"/>
    <w:basedOn w:val="a"/>
    <w:rsid w:val="003F484D"/>
    <w:pPr>
      <w:spacing w:line="252" w:lineRule="auto"/>
      <w:ind w:left="720"/>
      <w:contextualSpacing/>
    </w:pPr>
    <w:rPr>
      <w:rFonts w:eastAsia="Times New Roman"/>
    </w:rPr>
  </w:style>
  <w:style w:type="paragraph" w:customStyle="1" w:styleId="Default">
    <w:name w:val="Default"/>
    <w:rsid w:val="003F48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TimesNewRoman14pt">
    <w:name w:val="Стиль Заголовок 1 + Times New Roman 14 pt"/>
    <w:basedOn w:val="1"/>
    <w:rsid w:val="003F0D95"/>
    <w:pPr>
      <w:widowControl w:val="0"/>
      <w:suppressAutoHyphens/>
      <w:autoSpaceDE w:val="0"/>
      <w:spacing w:before="0" w:after="0" w:line="240" w:lineRule="auto"/>
      <w:jc w:val="center"/>
    </w:pPr>
    <w:rPr>
      <w:rFonts w:ascii="Times New Roman" w:hAnsi="Times New Roman"/>
      <w:b w:val="0"/>
      <w:bCs w:val="0"/>
      <w:kern w:val="0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75;&#1086;&#1076;&#1086;&#1074;&#1086;&#1081;%20&#1086;&#1090;&#1095;&#1077;&#1090;%20&#1087;&#1086;%20&#1069;&#1082;&#1086;&#1085;&#1076;&#1077;\&#1080;&#1079;&#1084;&#1077;&#1085;&#1077;&#1085;&#1080;&#1103;%20&#1072;&#1087;&#1088;&#1077;&#1083;&#1100;%202021%20&#1086;&#1089;&#1090;&#1072;&#1090;&#1082;&#1080;\&#1059;&#1095;&#1072;&#1084;&#1080;\&#1052;&#1091;&#1085;&#1080;&#1094;&#1080;&#1087;&#1072;&#1083;&#1100;&#1085;&#1072;&#1103;%20&#1087;&#1088;&#1086;&#1075;&#1088;&#1072;&#1084;&#1084;&#1072;%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68D82-5F9A-4F9A-9937-0C12A65FA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Муниципальная программа .dotx</Template>
  <TotalTime>308</TotalTime>
  <Pages>7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Учами</dc:creator>
  <cp:lastModifiedBy>Непомнящих С.В.</cp:lastModifiedBy>
  <cp:revision>25</cp:revision>
  <cp:lastPrinted>2022-03-15T05:24:00Z</cp:lastPrinted>
  <dcterms:created xsi:type="dcterms:W3CDTF">2022-11-14T04:26:00Z</dcterms:created>
  <dcterms:modified xsi:type="dcterms:W3CDTF">2024-11-11T08:40:00Z</dcterms:modified>
</cp:coreProperties>
</file>